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0F" w:rsidRPr="004F1DE8" w:rsidRDefault="004B2E0F" w:rsidP="004F1DE8">
      <w:pPr>
        <w:rPr>
          <w:sz w:val="24"/>
          <w:szCs w:val="24"/>
          <w:lang w:val="ro-RO"/>
        </w:rPr>
      </w:pPr>
    </w:p>
    <w:p w:rsidR="004B2E0F" w:rsidRPr="004F1DE8" w:rsidRDefault="004B2E0F" w:rsidP="004F1DE8">
      <w:pPr>
        <w:jc w:val="center"/>
        <w:rPr>
          <w:sz w:val="24"/>
          <w:szCs w:val="24"/>
          <w:lang w:val="ro-RO"/>
        </w:rPr>
      </w:pPr>
    </w:p>
    <w:p w:rsidR="004B2E0F" w:rsidRPr="004F1DE8" w:rsidRDefault="004B2E0F" w:rsidP="004F1DE8">
      <w:pPr>
        <w:rPr>
          <w:sz w:val="24"/>
          <w:szCs w:val="24"/>
          <w:lang w:val="ro-RO"/>
        </w:rPr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margin-left:-8pt;margin-top:-28.5pt;width:40.45pt;height:45pt;z-index:251658240;visibility:visible">
            <v:imagedata r:id="rId7" o:title="" grayscale="t"/>
            <w10:wrap type="square"/>
          </v:shape>
        </w:pict>
      </w:r>
    </w:p>
    <w:p w:rsidR="004B2E0F" w:rsidRPr="004F1DE8" w:rsidRDefault="004B2E0F" w:rsidP="004F1DE8">
      <w:pPr>
        <w:jc w:val="center"/>
        <w:rPr>
          <w:sz w:val="24"/>
          <w:szCs w:val="24"/>
          <w:lang w:val="ro-RO"/>
        </w:rPr>
      </w:pPr>
    </w:p>
    <w:tbl>
      <w:tblPr>
        <w:tblW w:w="9889" w:type="dxa"/>
        <w:tblLook w:val="01E0"/>
      </w:tblPr>
      <w:tblGrid>
        <w:gridCol w:w="6163"/>
        <w:gridCol w:w="3726"/>
      </w:tblGrid>
      <w:tr w:rsidR="004B2E0F" w:rsidRPr="004F1DE8" w:rsidTr="005C4DEF">
        <w:trPr>
          <w:trHeight w:val="70"/>
        </w:trPr>
        <w:tc>
          <w:tcPr>
            <w:tcW w:w="6096" w:type="dxa"/>
          </w:tcPr>
          <w:p w:rsidR="004B2E0F" w:rsidRPr="004F1DE8" w:rsidRDefault="004B2E0F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:rsidR="004B2E0F" w:rsidRPr="004F1DE8" w:rsidRDefault="004B2E0F" w:rsidP="005A6331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4F1DE8">
              <w:rPr>
                <w:i/>
                <w:sz w:val="24"/>
                <w:szCs w:val="24"/>
                <w:lang w:val="ro-RO"/>
              </w:rPr>
              <w:t xml:space="preserve">Anexa </w:t>
            </w:r>
            <w:r>
              <w:rPr>
                <w:i/>
                <w:sz w:val="24"/>
                <w:szCs w:val="24"/>
                <w:lang w:val="ro-RO"/>
              </w:rPr>
              <w:t>8</w:t>
            </w:r>
          </w:p>
        </w:tc>
      </w:tr>
      <w:tr w:rsidR="004B2E0F" w:rsidRPr="004F1DE8" w:rsidTr="005C4DEF">
        <w:trPr>
          <w:trHeight w:val="70"/>
        </w:trPr>
        <w:tc>
          <w:tcPr>
            <w:tcW w:w="9781" w:type="dxa"/>
            <w:gridSpan w:val="2"/>
            <w:vAlign w:val="center"/>
          </w:tcPr>
          <w:p w:rsidR="004B2E0F" w:rsidRPr="004F1DE8" w:rsidRDefault="004B2E0F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FACULTATEA: </w:t>
            </w:r>
            <w:r w:rsidRPr="00803CF8">
              <w:t>LITERE ŞI ŞTIINŢE</w:t>
            </w:r>
          </w:p>
        </w:tc>
      </w:tr>
      <w:tr w:rsidR="004B2E0F" w:rsidRPr="004F1DE8" w:rsidTr="005C4DEF">
        <w:tc>
          <w:tcPr>
            <w:tcW w:w="9781" w:type="dxa"/>
            <w:gridSpan w:val="2"/>
          </w:tcPr>
          <w:p w:rsidR="004B2E0F" w:rsidRPr="004F1DE8" w:rsidRDefault="004B2E0F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DOMENIUL: </w:t>
            </w:r>
            <w:r w:rsidRPr="000339CB">
              <w:rPr>
                <w:lang w:val="ro-RO"/>
              </w:rPr>
              <w:t>INFORMATICĂ</w:t>
            </w:r>
          </w:p>
        </w:tc>
      </w:tr>
      <w:tr w:rsidR="004B2E0F" w:rsidRPr="004F1DE8" w:rsidTr="005C4DEF">
        <w:tc>
          <w:tcPr>
            <w:tcW w:w="9781" w:type="dxa"/>
            <w:gridSpan w:val="2"/>
          </w:tcPr>
          <w:p w:rsidR="004B2E0F" w:rsidRPr="004F1DE8" w:rsidRDefault="004B2E0F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PROGRAMUL DE STUDII: </w:t>
            </w:r>
            <w:r w:rsidRPr="000339CB">
              <w:rPr>
                <w:lang w:val="ro-RO"/>
              </w:rPr>
              <w:t>INFORMATICĂ</w:t>
            </w:r>
          </w:p>
        </w:tc>
      </w:tr>
      <w:tr w:rsidR="004B2E0F" w:rsidRPr="005C313D" w:rsidTr="005C4DEF">
        <w:tc>
          <w:tcPr>
            <w:tcW w:w="9781" w:type="dxa"/>
            <w:gridSpan w:val="2"/>
          </w:tcPr>
          <w:p w:rsidR="004B2E0F" w:rsidRPr="004F1DE8" w:rsidRDefault="004B2E0F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FORMA DE ÎNVĂȚĂMÂNT: IF/FR/ID:</w:t>
            </w:r>
            <w:r>
              <w:rPr>
                <w:sz w:val="24"/>
                <w:szCs w:val="24"/>
                <w:lang w:val="ro-RO"/>
              </w:rPr>
              <w:t xml:space="preserve"> IF</w:t>
            </w:r>
          </w:p>
        </w:tc>
      </w:tr>
    </w:tbl>
    <w:p w:rsidR="004B2E0F" w:rsidRPr="004F1DE8" w:rsidRDefault="004B2E0F" w:rsidP="004F1DE8">
      <w:pPr>
        <w:rPr>
          <w:sz w:val="24"/>
          <w:szCs w:val="24"/>
          <w:lang w:val="ro-RO"/>
        </w:rPr>
      </w:pPr>
    </w:p>
    <w:p w:rsidR="004B2E0F" w:rsidRPr="004F1DE8" w:rsidRDefault="004B2E0F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 acord,</w:t>
      </w:r>
      <w:bookmarkStart w:id="0" w:name="_GoBack"/>
      <w:bookmarkEnd w:id="0"/>
    </w:p>
    <w:p w:rsidR="004B2E0F" w:rsidRPr="004F1DE8" w:rsidRDefault="004B2E0F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Decan</w:t>
      </w:r>
    </w:p>
    <w:p w:rsidR="004B2E0F" w:rsidRPr="004F1DE8" w:rsidRDefault="004B2E0F" w:rsidP="004F1DE8">
      <w:pPr>
        <w:ind w:left="5760" w:firstLine="720"/>
        <w:jc w:val="center"/>
        <w:rPr>
          <w:sz w:val="24"/>
          <w:szCs w:val="24"/>
          <w:lang w:val="ro-RO"/>
        </w:rPr>
      </w:pPr>
    </w:p>
    <w:p w:rsidR="004B2E0F" w:rsidRPr="004F1DE8" w:rsidRDefault="004B2E0F" w:rsidP="004F1DE8">
      <w:pPr>
        <w:jc w:val="center"/>
        <w:rPr>
          <w:sz w:val="24"/>
          <w:szCs w:val="24"/>
          <w:lang w:val="ro-RO"/>
        </w:rPr>
      </w:pPr>
    </w:p>
    <w:p w:rsidR="004B2E0F" w:rsidRPr="004F1DE8" w:rsidRDefault="004B2E0F" w:rsidP="004F1DE8">
      <w:pPr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Domnule/Doamnă Decan,</w:t>
      </w:r>
    </w:p>
    <w:p w:rsidR="004B2E0F" w:rsidRPr="004F1DE8" w:rsidRDefault="004B2E0F" w:rsidP="004F1DE8">
      <w:pPr>
        <w:jc w:val="center"/>
        <w:rPr>
          <w:sz w:val="24"/>
          <w:szCs w:val="24"/>
          <w:lang w:val="ro-RO"/>
        </w:rPr>
      </w:pPr>
    </w:p>
    <w:p w:rsidR="004B2E0F" w:rsidRPr="004F1DE8" w:rsidRDefault="004B2E0F" w:rsidP="004F1DE8">
      <w:pPr>
        <w:jc w:val="center"/>
        <w:rPr>
          <w:sz w:val="24"/>
          <w:szCs w:val="24"/>
          <w:lang w:val="ro-RO"/>
        </w:rPr>
      </w:pPr>
    </w:p>
    <w:p w:rsidR="004B2E0F" w:rsidRPr="004F1DE8" w:rsidRDefault="004B2E0F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Subsemnatul(a) ________________________________________________ absolvent(ă) al/a Facultății _____________________________________________________, promoția ________, vă rog să-mi aprobați înscrierea la examenul de licenț</w:t>
      </w:r>
      <w:r>
        <w:rPr>
          <w:sz w:val="24"/>
          <w:szCs w:val="24"/>
          <w:lang w:val="ro-RO"/>
        </w:rPr>
        <w:t>ă</w:t>
      </w:r>
      <w:r w:rsidRPr="004F1DE8">
        <w:rPr>
          <w:sz w:val="24"/>
          <w:szCs w:val="24"/>
          <w:lang w:val="ro-RO"/>
        </w:rPr>
        <w:t xml:space="preserve"> din sesiunea</w:t>
      </w:r>
      <w:r>
        <w:rPr>
          <w:sz w:val="24"/>
          <w:szCs w:val="24"/>
          <w:lang w:val="ro-RO"/>
        </w:rPr>
        <w:t xml:space="preserve"> </w:t>
      </w:r>
      <w:r>
        <w:rPr>
          <w:lang w:val="ro-RO"/>
        </w:rPr>
        <w:t>IULIE 2024</w:t>
      </w:r>
      <w:r w:rsidRPr="004F1DE8">
        <w:rPr>
          <w:sz w:val="24"/>
          <w:szCs w:val="24"/>
          <w:lang w:val="ro-RO"/>
        </w:rPr>
        <w:t>.</w:t>
      </w:r>
    </w:p>
    <w:p w:rsidR="004B2E0F" w:rsidRPr="004F1DE8" w:rsidRDefault="004B2E0F" w:rsidP="004F1DE8">
      <w:pPr>
        <w:pStyle w:val="BodyText"/>
        <w:ind w:firstLine="567"/>
        <w:jc w:val="both"/>
        <w:rPr>
          <w:spacing w:val="-4"/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Declar pe propria răspundere următoarele:</w:t>
      </w:r>
    </w:p>
    <w:p w:rsidR="004B2E0F" w:rsidRPr="004F1DE8" w:rsidRDefault="004B2E0F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documentele depuse în dosar sunt autentice;</w:t>
      </w:r>
      <w:r w:rsidRPr="004F1DE8">
        <w:rPr>
          <w:noProof/>
          <w:sz w:val="24"/>
          <w:szCs w:val="24"/>
          <w:lang w:val="ro-RO"/>
        </w:rPr>
        <w:t xml:space="preserve"> </w:t>
      </w:r>
    </w:p>
    <w:p w:rsidR="004B2E0F" w:rsidRPr="004F1DE8" w:rsidRDefault="004B2E0F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 xml:space="preserve">am elaborat personal </w:t>
      </w:r>
      <w:r w:rsidRPr="004F1DE8">
        <w:rPr>
          <w:spacing w:val="-2"/>
          <w:sz w:val="24"/>
          <w:szCs w:val="24"/>
          <w:lang w:val="ro-RO"/>
        </w:rPr>
        <w:t>proiectul de diplomă/lucrarea de absolvire/licență/disertație</w:t>
      </w:r>
      <w:r w:rsidRPr="004F1DE8">
        <w:rPr>
          <w:sz w:val="24"/>
          <w:szCs w:val="24"/>
          <w:lang w:val="ro-RO"/>
        </w:rPr>
        <w:t xml:space="preserve"> cu respectarea prevederilor Legii nr.8/1996 privind dreptul de autor şi drepturile conexe, astfel cum a fost modificată ulterior, şi nu am folosit alte materiale documentare în afara celor prezentate la capitolul „Bibliografie”;</w:t>
      </w:r>
    </w:p>
    <w:p w:rsidR="004B2E0F" w:rsidRPr="004F1DE8" w:rsidRDefault="004B2E0F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pacing w:val="-2"/>
          <w:sz w:val="24"/>
          <w:szCs w:val="24"/>
          <w:lang w:val="ro-RO"/>
        </w:rPr>
        <w:t xml:space="preserve">varianta electronică a proiectului de diplomă/lucrării de absolvire/licență/disertație include conținutul proiectului/lucrării în format PDF neprotejat </w:t>
      </w:r>
      <w:r w:rsidRPr="004F1DE8">
        <w:rPr>
          <w:sz w:val="24"/>
          <w:szCs w:val="24"/>
          <w:lang w:val="ro-RO"/>
        </w:rPr>
        <w:t xml:space="preserve">(care să permită accesarea textului) şi </w:t>
      </w:r>
      <w:r w:rsidRPr="004F1DE8">
        <w:rPr>
          <w:spacing w:val="-2"/>
          <w:sz w:val="24"/>
          <w:szCs w:val="24"/>
          <w:lang w:val="ro-RO"/>
        </w:rPr>
        <w:t>nes</w:t>
      </w:r>
      <w:r w:rsidRPr="004F1DE8">
        <w:rPr>
          <w:sz w:val="24"/>
          <w:szCs w:val="24"/>
          <w:lang w:val="ro-RO"/>
        </w:rPr>
        <w:t>canat.</w:t>
      </w:r>
    </w:p>
    <w:p w:rsidR="004B2E0F" w:rsidRPr="004F1DE8" w:rsidRDefault="004B2E0F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</w:p>
    <w:tbl>
      <w:tblPr>
        <w:tblW w:w="0" w:type="auto"/>
        <w:jc w:val="center"/>
        <w:tblLook w:val="00A0"/>
      </w:tblPr>
      <w:tblGrid>
        <w:gridCol w:w="4788"/>
        <w:gridCol w:w="4788"/>
      </w:tblGrid>
      <w:tr w:rsidR="004B2E0F" w:rsidRPr="004F1DE8" w:rsidTr="005C4DEF">
        <w:trPr>
          <w:jc w:val="center"/>
        </w:trPr>
        <w:tc>
          <w:tcPr>
            <w:tcW w:w="4788" w:type="dxa"/>
          </w:tcPr>
          <w:p w:rsidR="004B2E0F" w:rsidRPr="004F1DE8" w:rsidRDefault="004B2E0F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Data</w:t>
            </w:r>
          </w:p>
        </w:tc>
        <w:tc>
          <w:tcPr>
            <w:tcW w:w="4788" w:type="dxa"/>
          </w:tcPr>
          <w:p w:rsidR="004B2E0F" w:rsidRPr="004F1DE8" w:rsidRDefault="004B2E0F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</w:tr>
      <w:tr w:rsidR="004B2E0F" w:rsidRPr="004F1DE8" w:rsidTr="005C4DEF">
        <w:trPr>
          <w:jc w:val="center"/>
        </w:trPr>
        <w:tc>
          <w:tcPr>
            <w:tcW w:w="4788" w:type="dxa"/>
          </w:tcPr>
          <w:p w:rsidR="004B2E0F" w:rsidRPr="004F1DE8" w:rsidRDefault="004B2E0F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</w:t>
            </w:r>
          </w:p>
        </w:tc>
        <w:tc>
          <w:tcPr>
            <w:tcW w:w="4788" w:type="dxa"/>
          </w:tcPr>
          <w:p w:rsidR="004B2E0F" w:rsidRPr="004F1DE8" w:rsidRDefault="004B2E0F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Absolvent,</w:t>
            </w:r>
          </w:p>
          <w:p w:rsidR="004B2E0F" w:rsidRPr="004F1DE8" w:rsidRDefault="004B2E0F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(nume, prenume, semnătura)</w:t>
            </w:r>
          </w:p>
        </w:tc>
      </w:tr>
      <w:tr w:rsidR="004B2E0F" w:rsidRPr="004F1DE8" w:rsidTr="005C4DEF">
        <w:trPr>
          <w:jc w:val="center"/>
        </w:trPr>
        <w:tc>
          <w:tcPr>
            <w:tcW w:w="4788" w:type="dxa"/>
          </w:tcPr>
          <w:p w:rsidR="004B2E0F" w:rsidRPr="004F1DE8" w:rsidRDefault="004B2E0F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  <w:tc>
          <w:tcPr>
            <w:tcW w:w="4788" w:type="dxa"/>
          </w:tcPr>
          <w:p w:rsidR="004B2E0F" w:rsidRPr="004F1DE8" w:rsidRDefault="004B2E0F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_______________________</w:t>
            </w:r>
          </w:p>
        </w:tc>
      </w:tr>
    </w:tbl>
    <w:p w:rsidR="004B2E0F" w:rsidRPr="004F1DE8" w:rsidRDefault="004B2E0F" w:rsidP="004F1DE8">
      <w:pPr>
        <w:pStyle w:val="BodyText"/>
        <w:rPr>
          <w:b/>
          <w:sz w:val="24"/>
          <w:szCs w:val="24"/>
          <w:lang w:val="ro-RO"/>
        </w:rPr>
      </w:pPr>
    </w:p>
    <w:p w:rsidR="004B2E0F" w:rsidRPr="004F1DE8" w:rsidRDefault="004B2E0F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 xml:space="preserve">Domnului/Doamnei Decan al Facultății </w:t>
      </w:r>
      <w:r w:rsidRPr="00863AC5">
        <w:rPr>
          <w:lang w:val="it-IT"/>
        </w:rPr>
        <w:t>LITERE ŞI ŞTIINŢE</w:t>
      </w:r>
      <w:r>
        <w:rPr>
          <w:sz w:val="24"/>
          <w:szCs w:val="24"/>
          <w:lang w:val="ro-RO"/>
        </w:rPr>
        <w:t>,</w:t>
      </w:r>
    </w:p>
    <w:p w:rsidR="004B2E0F" w:rsidRPr="004F1DE8" w:rsidRDefault="004B2E0F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Universitatea Petrol–Gaze din Ploiești.</w:t>
      </w:r>
      <w:r w:rsidRPr="004F1DE8">
        <w:rPr>
          <w:noProof/>
          <w:sz w:val="24"/>
          <w:szCs w:val="24"/>
          <w:lang w:val="ro-RO"/>
        </w:rPr>
        <w:t xml:space="preserve"> </w:t>
      </w:r>
    </w:p>
    <w:p w:rsidR="004B2E0F" w:rsidRPr="005C313D" w:rsidRDefault="004B2E0F" w:rsidP="004F1DE8">
      <w:pPr>
        <w:rPr>
          <w:sz w:val="24"/>
          <w:szCs w:val="24"/>
          <w:lang w:val="it-IT"/>
        </w:rPr>
      </w:pPr>
    </w:p>
    <w:sectPr w:rsidR="004B2E0F" w:rsidRPr="005C313D" w:rsidSect="000B4E10">
      <w:footerReference w:type="default" r:id="rId8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E0F" w:rsidRDefault="004B2E0F">
      <w:r>
        <w:separator/>
      </w:r>
    </w:p>
  </w:endnote>
  <w:endnote w:type="continuationSeparator" w:id="0">
    <w:p w:rsidR="004B2E0F" w:rsidRDefault="004B2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E0F" w:rsidRPr="00E63DA4" w:rsidRDefault="004B2E0F">
    <w:pPr>
      <w:pStyle w:val="Footer"/>
      <w:rPr>
        <w:rFonts w:ascii="Arial" w:hAnsi="Arial" w:cs="Arial"/>
        <w:i/>
        <w:lang w:val="ro-RO"/>
      </w:rPr>
    </w:pPr>
    <w:r w:rsidRPr="00E63DA4">
      <w:rPr>
        <w:rFonts w:ascii="Arial" w:hAnsi="Arial" w:cs="Arial"/>
        <w:i/>
        <w:lang w:val="ro-RO"/>
      </w:rPr>
      <w:t>F 269.13/Ed.</w:t>
    </w:r>
    <w:r>
      <w:rPr>
        <w:rFonts w:ascii="Arial" w:hAnsi="Arial" w:cs="Arial"/>
        <w:i/>
        <w:lang w:val="ro-RO"/>
      </w:rPr>
      <w:t>3</w:t>
    </w:r>
    <w:r w:rsidRPr="00E63DA4">
      <w:rPr>
        <w:rFonts w:ascii="Arial" w:hAnsi="Arial" w:cs="Arial"/>
        <w:i/>
        <w:lang w:val="ro-RO"/>
      </w:rPr>
      <w:t xml:space="preserve">                                      </w:t>
    </w:r>
    <w:r>
      <w:rPr>
        <w:rFonts w:ascii="Arial" w:hAnsi="Arial" w:cs="Arial"/>
        <w:i/>
        <w:lang w:val="ro-RO"/>
      </w:rPr>
      <w:t xml:space="preserve">                             </w:t>
    </w:r>
    <w:r w:rsidRPr="00E63DA4">
      <w:rPr>
        <w:rFonts w:ascii="Arial" w:hAnsi="Arial" w:cs="Arial"/>
        <w:i/>
        <w:lang w:val="ro-RO"/>
      </w:rPr>
      <w:t xml:space="preserve">                                                </w:t>
    </w:r>
    <w:r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E0F" w:rsidRDefault="004B2E0F">
      <w:r>
        <w:separator/>
      </w:r>
    </w:p>
  </w:footnote>
  <w:footnote w:type="continuationSeparator" w:id="0">
    <w:p w:rsidR="004B2E0F" w:rsidRDefault="004B2E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07A4"/>
    <w:multiLevelType w:val="hybridMultilevel"/>
    <w:tmpl w:val="04580408"/>
    <w:lvl w:ilvl="0" w:tplc="BC221ED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3EA"/>
    <w:rsid w:val="000339CB"/>
    <w:rsid w:val="000B4E10"/>
    <w:rsid w:val="0017779B"/>
    <w:rsid w:val="001E081B"/>
    <w:rsid w:val="00263F62"/>
    <w:rsid w:val="00281871"/>
    <w:rsid w:val="003961F0"/>
    <w:rsid w:val="004B2E0F"/>
    <w:rsid w:val="004F1DE8"/>
    <w:rsid w:val="005267D4"/>
    <w:rsid w:val="005A53EA"/>
    <w:rsid w:val="005A6331"/>
    <w:rsid w:val="005C313D"/>
    <w:rsid w:val="005C4DEF"/>
    <w:rsid w:val="006B336B"/>
    <w:rsid w:val="006E2C52"/>
    <w:rsid w:val="00795B82"/>
    <w:rsid w:val="007B4757"/>
    <w:rsid w:val="00803CF8"/>
    <w:rsid w:val="00863AC5"/>
    <w:rsid w:val="0087151F"/>
    <w:rsid w:val="00926F9F"/>
    <w:rsid w:val="00960859"/>
    <w:rsid w:val="00990345"/>
    <w:rsid w:val="00A60398"/>
    <w:rsid w:val="00AA6938"/>
    <w:rsid w:val="00BA7BC4"/>
    <w:rsid w:val="00BE7FE9"/>
    <w:rsid w:val="00C62957"/>
    <w:rsid w:val="00CB2954"/>
    <w:rsid w:val="00CD4EAF"/>
    <w:rsid w:val="00D552B3"/>
    <w:rsid w:val="00E63DA4"/>
    <w:rsid w:val="00ED0D47"/>
    <w:rsid w:val="00FB0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EA"/>
    <w:rPr>
      <w:rFonts w:eastAsia="Times New Roman"/>
      <w:sz w:val="20"/>
      <w:szCs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B2954"/>
    <w:rPr>
      <w:rFonts w:ascii="Arial" w:eastAsia="SimSun" w:hAnsi="Arial" w:cs="Arial"/>
      <w:b/>
      <w:bCs/>
      <w:i/>
      <w:iCs/>
      <w:sz w:val="28"/>
      <w:szCs w:val="28"/>
    </w:rPr>
  </w:style>
  <w:style w:type="character" w:styleId="PageNumber">
    <w:name w:val="page number"/>
    <w:basedOn w:val="DefaultParagraphFont"/>
    <w:uiPriority w:val="99"/>
    <w:rsid w:val="005A53EA"/>
    <w:rPr>
      <w:rFonts w:cs="Times New Roman"/>
    </w:rPr>
  </w:style>
  <w:style w:type="table" w:styleId="TableGrid">
    <w:name w:val="Table Grid"/>
    <w:basedOn w:val="TableNormal"/>
    <w:uiPriority w:val="99"/>
    <w:rsid w:val="005A53E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Caracter"/>
    <w:basedOn w:val="Normal"/>
    <w:link w:val="FooterChar"/>
    <w:uiPriority w:val="99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Caracter Char"/>
    <w:basedOn w:val="DefaultParagraphFont"/>
    <w:link w:val="Footer"/>
    <w:uiPriority w:val="99"/>
    <w:locked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uiPriority w:val="99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90345"/>
    <w:rPr>
      <w:rFonts w:eastAsia="Times New Roman" w:cs="Times New Roman"/>
      <w:sz w:val="20"/>
      <w:szCs w:val="20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188</Words>
  <Characters>1074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A.C. Drumeanu</dc:creator>
  <cp:keywords/>
  <dc:description/>
  <cp:lastModifiedBy>Vulpone</cp:lastModifiedBy>
  <cp:revision>9</cp:revision>
  <dcterms:created xsi:type="dcterms:W3CDTF">2016-05-06T19:59:00Z</dcterms:created>
  <dcterms:modified xsi:type="dcterms:W3CDTF">2024-06-25T08:06:00Z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